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A6596D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Matewan Pk-8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A6596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A6596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35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A6596D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46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A6596D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35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A6596D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76.1%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62.9%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37.1%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A6596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88.6%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A6596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2.9%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A6596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8.6%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A6596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A6596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97.1%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2.9%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A6596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54.3%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A6596D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34.3%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A6596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54.3%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51.4%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A6596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77.1%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A6596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A6596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94.3%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A6596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5.7%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A6596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77.1%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5.7%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5.7%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A6596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9B797D" w:rsidRPr="00797E2A" w:rsidRDefault="00A6596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20.0%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</w:tcPr>
          <w:p w:rsidR="008B42CE" w:rsidRPr="00797E2A" w:rsidRDefault="00A6596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17.1%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8B42CE" w:rsidRPr="00797E2A" w:rsidRDefault="00A6596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48.6%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40" w:type="dxa"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8.6%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42.9%</w:t>
            </w:r>
          </w:p>
        </w:tc>
        <w:tc>
          <w:tcPr>
            <w:tcW w:w="889" w:type="pct"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57.1%</w:t>
            </w:r>
          </w:p>
        </w:tc>
        <w:tc>
          <w:tcPr>
            <w:tcW w:w="1011" w:type="pct"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45.7%</w:t>
            </w:r>
          </w:p>
        </w:tc>
        <w:tc>
          <w:tcPr>
            <w:tcW w:w="889" w:type="pct"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54.3%</w:t>
            </w:r>
          </w:p>
        </w:tc>
        <w:tc>
          <w:tcPr>
            <w:tcW w:w="1011" w:type="pct"/>
          </w:tcPr>
          <w:p w:rsidR="004206F3" w:rsidRPr="000B28B6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80.0%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22.9%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A6596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11.4%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25.7%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28.6%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11.4%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A6596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A6596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9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435" w:type="dxa"/>
            <w:noWrap/>
          </w:tcPr>
          <w:p w:rsidR="00364F87" w:rsidRPr="00797E2A" w:rsidRDefault="00A6596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8.6%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62.9%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68.6%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45.7%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37.1%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54.3%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54.3%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22.9%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A6596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2.9%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96D" w:rsidRDefault="00A6596D" w:rsidP="0035328A">
      <w:pPr>
        <w:spacing w:after="0" w:line="240" w:lineRule="auto"/>
      </w:pPr>
      <w:r>
        <w:separator/>
      </w:r>
    </w:p>
  </w:endnote>
  <w:endnote w:type="continuationSeparator" w:id="0">
    <w:p w:rsidR="00A6596D" w:rsidRDefault="00A6596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A6596D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96D" w:rsidRDefault="00A6596D" w:rsidP="0035328A">
      <w:pPr>
        <w:spacing w:after="0" w:line="240" w:lineRule="auto"/>
      </w:pPr>
      <w:r>
        <w:separator/>
      </w:r>
    </w:p>
  </w:footnote>
  <w:footnote w:type="continuationSeparator" w:id="0">
    <w:p w:rsidR="00A6596D" w:rsidRDefault="00A6596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6D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6596D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A74D2D15-D301-4832-8051-4FEE372F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16B1-8EAF-4E3B-B4E2-0838B17C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1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2016-04-26T20:03:00Z</dcterms:modified>
</cp:coreProperties>
</file>